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405C7" w:rsidRDefault="00B02D2E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471" type="#_x0000_t202" style="position:absolute;margin-left:253.55pt;margin-top:129.85pt;width:198pt;height:72.8pt;z-index:251791377;mso-wrap-edited:f" wrapcoords="0 0 21600 0 21600 21600 0 21600 0 0" filled="f" stroked="f">
            <v:fill o:detectmouseclick="t"/>
            <v:textbox inset=",7.2pt,,7.2pt">
              <w:txbxContent>
                <w:p w:rsidR="00B02D2E" w:rsidRPr="00B02D2E" w:rsidRDefault="00361572">
                  <w:pPr>
                    <w:rPr>
                      <w:rFonts w:asciiTheme="majorHAnsi" w:hAnsiTheme="majorHAnsi"/>
                      <w:color w:val="F6F8AA" w:themeColor="background2"/>
                      <w:sz w:val="44"/>
                    </w:rPr>
                  </w:pPr>
                  <w:r>
                    <w:rPr>
                      <w:rFonts w:asciiTheme="majorHAnsi" w:hAnsiTheme="majorHAnsi"/>
                      <w:color w:val="F6F8AA" w:themeColor="background2"/>
                      <w:sz w:val="44"/>
                    </w:rPr>
                    <w:t>All you can eat Salad Bar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67" type="#_x0000_t202" style="position:absolute;margin-left:4in;margin-top:4in;width:180pt;height:40pt;z-index:251719680;mso-wrap-edited:f;mso-position-horizontal-relative:page;mso-position-vertical-relative:page" wrapcoords="0 0 21600 0 21600 21600 0 21600 0 0" filled="f" stroked="f">
            <v:fill o:detectmouseclick="t"/>
            <v:textbox style="mso-next-textbox:#_x0000_s1067" inset=",7.2pt,,7.2pt">
              <w:txbxContent>
                <w:p w:rsidR="00B02D2E" w:rsidRPr="00AE4667" w:rsidRDefault="00B02D2E" w:rsidP="001405C7">
                  <w:pPr>
                    <w:pStyle w:val="Heading1-Light"/>
                  </w:pPr>
                  <w:r>
                    <w:t>Soups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470" type="#_x0000_t202" style="position:absolute;margin-left:252pt;margin-top:400.65pt;width:162pt;height:36pt;z-index:251790353;mso-wrap-edited:f" wrapcoords="0 0 21600 0 21600 21600 0 21600 0 0" filled="f" stroked="f">
            <v:fill o:detectmouseclick="t"/>
            <v:textbox inset=",7.2pt,,7.2pt">
              <w:txbxContent>
                <w:p w:rsidR="00B02D2E" w:rsidRPr="00B02D2E" w:rsidRDefault="00B02D2E">
                  <w:pPr>
                    <w:rPr>
                      <w:b/>
                      <w:color w:val="F6F8AA" w:themeColor="background2"/>
                      <w:sz w:val="20"/>
                    </w:rPr>
                  </w:pPr>
                  <w:r>
                    <w:rPr>
                      <w:b/>
                      <w:color w:val="F6F8AA" w:themeColor="background2"/>
                      <w:sz w:val="20"/>
                    </w:rPr>
                    <w:t>Pepsi, Cherry Pepsi, Brisk Sweet Tea, Mountain Dew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443" type="#_x0000_t202" style="position:absolute;margin-left:4in;margin-top:5in;width:180pt;height:18pt;z-index:251722752;mso-wrap-edited:f;mso-position-horizontal-relative:page;mso-position-vertical-relative:page" wrapcoords="0 0 21600 0 21600 21600 0 21600 0 0" o:regroupid="39" mv:complextextbox="1" filled="f" stroked="f">
            <v:fill o:detectmouseclick="t"/>
            <v:textbox style="mso-next-textbox:#_x0000_s1443" inset=",0,,0">
              <w:txbxContent>
                <w:p w:rsidR="00B02D2E" w:rsidRPr="00AE4667" w:rsidRDefault="00B02D2E" w:rsidP="001405C7">
                  <w:pPr>
                    <w:pStyle w:val="BodyText-Light"/>
                    <w:rPr>
                      <w:b/>
                    </w:rPr>
                  </w:pPr>
                  <w:r>
                    <w:rPr>
                      <w:b/>
                    </w:rPr>
                    <w:t>Cream of Broccoli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69" type="#_x0000_t202" style="position:absolute;margin-left:475.6pt;margin-top:324pt;width:28.8pt;height:18pt;z-index:251721728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69" inset=",0,,0">
              <w:txbxContent>
                <w:p w:rsidR="00B02D2E" w:rsidRDefault="00B02D2E" w:rsidP="001405C7">
                  <w:pPr>
                    <w:pStyle w:val="BodyTextR-Light"/>
                  </w:pPr>
                  <w:r>
                    <w:t>0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71" type="#_x0000_t202" style="position:absolute;margin-left:475.6pt;margin-top:5in;width:28.8pt;height:18pt;z-index:251723776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71" inset=",0,,0">
              <w:txbxContent>
                <w:p w:rsidR="00B02D2E" w:rsidRDefault="00B02D2E" w:rsidP="001405C7">
                  <w:pPr>
                    <w:pStyle w:val="BodyTextR-Light"/>
                  </w:pPr>
                  <w:r>
                    <w:t>0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068" type="#_x0000_t202" style="position:absolute;margin-left:4in;margin-top:324pt;width:180pt;height:18pt;z-index:251720704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68" inset=",0,,0">
              <w:txbxContent>
                <w:p w:rsidR="00B02D2E" w:rsidRPr="00AE4667" w:rsidRDefault="00B02D2E" w:rsidP="001405C7">
                  <w:pPr>
                    <w:pStyle w:val="BodyText-Light"/>
                    <w:rPr>
                      <w:b/>
                    </w:rPr>
                  </w:pPr>
                  <w:r>
                    <w:rPr>
                      <w:b/>
                    </w:rPr>
                    <w:t>Turkey Noodle</w:t>
                  </w:r>
                </w:p>
              </w:txbxContent>
            </v:textbox>
            <w10:wrap type="tight" anchorx="page" anchory="page"/>
          </v:shape>
        </w:pict>
      </w:r>
      <w:r>
        <w:rPr>
          <w:noProof/>
        </w:rPr>
        <w:pict>
          <v:shape id="_x0000_s1469" type="#_x0000_t202" style="position:absolute;margin-left:252pt;margin-top:346.65pt;width:180pt;height:36pt;z-index:251789329;mso-wrap-edited:f" wrapcoords="0 0 21600 0 21600 21600 0 21600 0 0" filled="f" stroked="f">
            <v:fill o:detectmouseclick="t"/>
            <v:textbox inset=",7.2pt,,7.2pt">
              <w:txbxContent>
                <w:p w:rsidR="00B02D2E" w:rsidRPr="00B02D2E" w:rsidRDefault="00B02D2E">
                  <w:pPr>
                    <w:rPr>
                      <w:rFonts w:asciiTheme="majorHAnsi" w:hAnsiTheme="majorHAnsi"/>
                      <w:color w:val="F6F8AA" w:themeColor="background2"/>
                      <w:sz w:val="44"/>
                    </w:rPr>
                  </w:pPr>
                  <w:r>
                    <w:rPr>
                      <w:rFonts w:asciiTheme="majorHAnsi" w:hAnsiTheme="majorHAnsi"/>
                      <w:color w:val="F6F8AA" w:themeColor="background2"/>
                      <w:sz w:val="44"/>
                    </w:rPr>
                    <w:t>Drinks</w:t>
                  </w:r>
                </w:p>
              </w:txbxContent>
            </v:textbox>
            <w10:wrap type="tight"/>
          </v:shape>
        </w:pict>
      </w:r>
      <w:r w:rsidR="00157653">
        <w:rPr>
          <w:noProof/>
        </w:rPr>
        <w:pict>
          <v:shape id="_x0000_s1062" type="#_x0000_t202" style="position:absolute;margin-left:238pt;margin-top:6in;width:28.8pt;height:21.6pt;z-index:251714560;mso-wrap-edited:f;mso-position-horizontal-relative:page;mso-position-vertical-relative:page" wrapcoords="0 0 21600 0 21600 21600 0 21600 0 0" filled="f" stroked="f">
            <v:fill o:detectmouseclick="t"/>
            <v:textbox style="mso-next-textbox:#_x0000_s1062" inset=",0,,0">
              <w:txbxContent>
                <w:p w:rsidR="00B02D2E" w:rsidRPr="00B02D2E" w:rsidRDefault="00B02D2E" w:rsidP="001405C7">
                  <w:pPr>
                    <w:pStyle w:val="BodyTextR-Light"/>
                    <w:rPr>
                      <w:color w:val="43541D" w:themeColor="accent1"/>
                    </w:rPr>
                  </w:pPr>
                  <w:r>
                    <w:rPr>
                      <w:color w:val="43541D" w:themeColor="accent1"/>
                    </w:rPr>
                    <w:t>00</w:t>
                  </w:r>
                </w:p>
              </w:txbxContent>
            </v:textbox>
            <w10:wrap type="tight" anchorx="page" anchory="page"/>
          </v:shape>
        </w:pict>
      </w:r>
      <w:r w:rsidR="00157653">
        <w:rPr>
          <w:noProof/>
        </w:rPr>
        <w:pict>
          <v:shape id="_x0000_s1060" type="#_x0000_t202" style="position:absolute;margin-left:45.95pt;margin-top:6in;width:180pt;height:36pt;z-index:251712512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60" inset=",0,,0">
              <w:txbxContent>
                <w:p w:rsidR="00B02D2E" w:rsidRPr="00B02D2E" w:rsidRDefault="00B02D2E" w:rsidP="001405C7">
                  <w:pPr>
                    <w:pStyle w:val="BodyText-Light"/>
                    <w:rPr>
                      <w:color w:val="43541D" w:themeColor="accent1"/>
                    </w:rPr>
                  </w:pPr>
                  <w:r>
                    <w:rPr>
                      <w:color w:val="43541D" w:themeColor="accent1"/>
                    </w:rPr>
                    <w:t>Shrimp and Broccoli Stir-Fry</w:t>
                  </w:r>
                </w:p>
              </w:txbxContent>
            </v:textbox>
            <w10:wrap type="tight" anchorx="page" anchory="page"/>
          </v:shape>
        </w:pict>
      </w:r>
      <w:r w:rsidR="00157653">
        <w:rPr>
          <w:noProof/>
        </w:rPr>
        <w:pict>
          <v:shape id="_x0000_s1059" type="#_x0000_t202" style="position:absolute;margin-left:45.95pt;margin-top:396pt;width:180pt;height:40pt;z-index:251711488;mso-wrap-edited:f;mso-position-horizontal-relative:page;mso-position-vertical-relative:page" wrapcoords="0 0 21600 0 21600 21600 0 21600 0 0" filled="f" stroked="f">
            <v:fill o:detectmouseclick="t"/>
            <v:textbox style="mso-next-textbox:#_x0000_s1059" inset=",7.2pt,,7.2pt">
              <w:txbxContent>
                <w:p w:rsidR="00B02D2E" w:rsidRPr="00157653" w:rsidRDefault="00B02D2E" w:rsidP="001405C7">
                  <w:pPr>
                    <w:pStyle w:val="Heading1-Light"/>
                    <w:rPr>
                      <w:color w:val="43541D" w:themeColor="accent1"/>
                    </w:rPr>
                  </w:pPr>
                  <w:r w:rsidRPr="00157653">
                    <w:rPr>
                      <w:color w:val="43541D" w:themeColor="accent1"/>
                    </w:rPr>
                    <w:t>World</w:t>
                  </w:r>
                </w:p>
              </w:txbxContent>
            </v:textbox>
            <w10:wrap type="tight" anchorx="page" anchory="page"/>
          </v:shape>
        </w:pict>
      </w:r>
      <w:r w:rsidR="00157653">
        <w:rPr>
          <w:noProof/>
        </w:rPr>
        <w:pict>
          <v:shape id="_x0000_s1055" type="#_x0000_t202" style="position:absolute;margin-left:238pt;margin-top:5in;width:28.8pt;height:21.6pt;z-index:251707392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55" inset=",0,,0">
              <w:txbxContent>
                <w:p w:rsidR="00B02D2E" w:rsidRDefault="00B02D2E" w:rsidP="001405C7">
                  <w:pPr>
                    <w:pStyle w:val="BodyTextRight"/>
                  </w:pPr>
                  <w:r>
                    <w:t>00</w:t>
                  </w:r>
                </w:p>
              </w:txbxContent>
            </v:textbox>
            <w10:wrap type="tight" anchorx="page" anchory="page"/>
          </v:shape>
        </w:pict>
      </w:r>
      <w:r w:rsidR="00157653">
        <w:rPr>
          <w:noProof/>
        </w:rPr>
        <w:pict>
          <v:group id="_x0000_s1484" style="position:absolute;margin-left:45.95pt;margin-top:5in;width:180pt;height:46.8pt;z-index:251706368;mso-position-horizontal-relative:page;mso-position-vertical-relative:page" coordsize="20000,20000" wrapcoords="0 0 21600 0 21600 21600 0 21600 0 0" mv:complextextbox="1">
            <o:lock v:ext="edit" ungrouping="t"/>
            <v:shape id="_x0000_s1485" type="#_x0000_t202" style="position:absolute;width:20000;height:20000;mso-wrap-edited:f;mso-position-horizontal-relative:page;mso-position-vertical-relative:page" wrapcoords="0 0 21600 0 21600 21600 0 21600 0 0" mv:complextextbox="1" filled="f" stroked="f">
              <v:fill o:detectmouseclick="t"/>
              <v:textbox style="mso-next-textbox:#_x0000_s1054" inset=",0,,0"/>
            </v:shape>
            <v:shape id="_x0000_s1486" type="#_x0000_t202" style="position:absolute;left:800;width:18394;height:7329" filled="f" stroked="f">
              <v:textbox style="mso-next-textbox:#_x0000_s1486" inset="0,0,0,0">
                <w:txbxContent>
                  <w:p w:rsidR="00B02D2E" w:rsidRDefault="00B02D2E" w:rsidP="001405C7">
                    <w:pPr>
                      <w:pStyle w:val="BodyText"/>
                    </w:pPr>
                    <w:r>
                      <w:t>Spaghetti Noodles</w:t>
                    </w:r>
                  </w:p>
                </w:txbxContent>
              </v:textbox>
            </v:shape>
            <w10:wrap type="tight" anchorx="page" anchory="page"/>
          </v:group>
        </w:pict>
      </w:r>
      <w:r w:rsidR="00157653">
        <w:rPr>
          <w:noProof/>
        </w:rPr>
        <w:pict>
          <v:shape id="_x0000_s1058" type="#_x0000_t202" style="position:absolute;margin-left:238pt;margin-top:324pt;width:28.8pt;height:21.6pt;z-index:251710464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58" inset=",0,,0">
              <w:txbxContent>
                <w:p w:rsidR="00B02D2E" w:rsidRDefault="00B02D2E" w:rsidP="001405C7">
                  <w:pPr>
                    <w:pStyle w:val="BodyTextRight"/>
                  </w:pPr>
                  <w:r>
                    <w:t>00</w:t>
                  </w:r>
                </w:p>
              </w:txbxContent>
            </v:textbox>
            <w10:wrap type="tight" anchorx="page" anchory="page"/>
          </v:shape>
        </w:pict>
      </w:r>
      <w:r w:rsidR="00157653">
        <w:rPr>
          <w:noProof/>
        </w:rPr>
        <w:pict>
          <v:shape id="_x0000_s1439" type="#_x0000_t202" style="position:absolute;margin-left:45.95pt;margin-top:324pt;width:180pt;height:36pt;z-index:251705344;mso-wrap-edited:f;mso-position-horizontal-relative:page;mso-position-vertical-relative:page" wrapcoords="0 0 21600 0 21600 21600 0 21600 0 0" o:regroupid="38" mv:complextextbox="1" filled="f" stroked="f">
            <v:fill o:detectmouseclick="t"/>
            <v:textbox style="mso-next-textbox:#_x0000_s1439" inset=",0,,0">
              <w:txbxContent>
                <w:p w:rsidR="00B02D2E" w:rsidRDefault="00B02D2E" w:rsidP="001405C7">
                  <w:pPr>
                    <w:pStyle w:val="BodyText"/>
                  </w:pPr>
                  <w:r>
                    <w:t>Chicken Cordon Bleu- Grilled Chicken stuffed with Ham and Cheese.</w:t>
                  </w:r>
                </w:p>
              </w:txbxContent>
            </v:textbox>
            <w10:wrap type="tight" anchorx="page" anchory="page"/>
          </v:shape>
        </w:pict>
      </w:r>
      <w:r w:rsidR="00157653">
        <w:rPr>
          <w:noProof/>
        </w:rPr>
        <w:pict>
          <v:shape id="_x0000_s1052" type="#_x0000_t202" style="position:absolute;margin-left:45.95pt;margin-top:4in;width:180pt;height:40pt;z-index:251704320;mso-wrap-edited:f;mso-position-horizontal-relative:page;mso-position-vertical-relative:page" wrapcoords="0 0 21600 0 21600 21600 0 21600 0 0" filled="f" stroked="f">
            <v:fill o:detectmouseclick="t"/>
            <v:textbox style="mso-next-textbox:#_x0000_s1052" inset=",7.2pt,,7.2pt">
              <w:txbxContent>
                <w:p w:rsidR="00B02D2E" w:rsidRPr="00EB4540" w:rsidRDefault="00B02D2E" w:rsidP="001405C7">
                  <w:pPr>
                    <w:pStyle w:val="Heading1"/>
                  </w:pPr>
                  <w:r>
                    <w:t>Mediterranean</w:t>
                  </w:r>
                </w:p>
              </w:txbxContent>
            </v:textbox>
            <w10:wrap type="tight" anchorx="page" anchory="page"/>
          </v:shape>
        </w:pict>
      </w:r>
      <w:r w:rsidR="00157653">
        <w:rPr>
          <w:noProof/>
        </w:rPr>
        <w:pict>
          <v:shape id="_x0000_s1468" type="#_x0000_t202" style="position:absolute;margin-left:18pt;margin-top:220.65pt;width:18pt;height:18pt;z-index:251788305;mso-wrap-edited:f" wrapcoords="0 0 21600 0 21600 21600 0 21600 0 0" filled="f" stroked="f">
            <v:fill o:detectmouseclick="t"/>
            <v:textbox style="mso-next-textbox:#_x0000_s1468" inset=",7.2pt,,7.2pt">
              <w:txbxContent>
                <w:p w:rsidR="00B02D2E" w:rsidRPr="00AE4667" w:rsidRDefault="00B02D2E" w:rsidP="001405C7"/>
              </w:txbxContent>
            </v:textbox>
            <w10:wrap type="tight"/>
          </v:shape>
        </w:pict>
      </w:r>
      <w:r w:rsidR="00157653">
        <w:rPr>
          <w:noProof/>
        </w:rPr>
        <w:pict>
          <v:shape id="_x0000_s1049" type="#_x0000_t202" style="position:absolute;margin-left:238.2pt;margin-top:252pt;width:28.8pt;height:21.6pt;z-index:251701248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49" inset=",0,,0">
              <w:txbxContent>
                <w:p w:rsidR="00B02D2E" w:rsidRDefault="00B02D2E" w:rsidP="001405C7">
                  <w:pPr>
                    <w:pStyle w:val="BodyTextRight"/>
                  </w:pPr>
                  <w:r>
                    <w:t>00</w:t>
                  </w:r>
                </w:p>
              </w:txbxContent>
            </v:textbox>
            <w10:wrap type="tight" anchorx="page" anchory="page"/>
          </v:shape>
        </w:pict>
      </w:r>
      <w:r w:rsidR="00157653">
        <w:rPr>
          <w:noProof/>
        </w:rPr>
        <w:pict>
          <v:group id="_x0000_s1481" style="position:absolute;margin-left:45.95pt;margin-top:252pt;width:180pt;height:46.8pt;z-index:251700224;mso-position-horizontal-relative:page;mso-position-vertical-relative:page" coordsize="20000,20000" wrapcoords="0 0 21600 0 21600 21600 0 21600 0 0" mv:complextextbox="1">
            <o:lock v:ext="edit" ungrouping="t"/>
            <v:shape id="_x0000_s1482" type="#_x0000_t202" style="position:absolute;width:20000;height:20000;mso-wrap-edited:f;mso-position-horizontal-relative:page;mso-position-vertical-relative:page" wrapcoords="0 0 21600 0 21600 21600 0 21600 0 0" mv:complextextbox="1" filled="f" stroked="f">
              <v:fill o:detectmouseclick="t"/>
              <v:textbox style="mso-next-textbox:#_x0000_s1048" inset=",0,,0"/>
            </v:shape>
            <v:shape id="_x0000_s1483" type="#_x0000_t202" style="position:absolute;left:800;width:18394;height:7329" filled="f" stroked="f">
              <v:textbox style="mso-next-textbox:#_x0000_s1483" inset="0,0,0,0">
                <w:txbxContent>
                  <w:p w:rsidR="00B02D2E" w:rsidRPr="00EB4540" w:rsidRDefault="00B02D2E" w:rsidP="001405C7">
                    <w:pPr>
                      <w:pStyle w:val="BodyText"/>
                    </w:pPr>
                    <w:r>
                      <w:t>Green Beans</w:t>
                    </w:r>
                  </w:p>
                </w:txbxContent>
              </v:textbox>
            </v:shape>
            <w10:wrap type="tight" anchorx="page" anchory="page"/>
          </v:group>
        </w:pict>
      </w:r>
      <w:r w:rsidR="00157653">
        <w:rPr>
          <w:noProof/>
        </w:rPr>
        <w:pict>
          <v:group id="_x0000_s1477" style="position:absolute;margin-left:47pt;margin-top:202.15pt;width:180pt;height:36pt;z-index:251697152;mso-position-horizontal-relative:page;mso-position-vertical-relative:page" coordsize="20000,21889" wrapcoords="0 0 21600 0 21600 21600 0 21600 0 0" mv:complextextbox="1">
            <o:lock v:ext="edit" ungrouping="t"/>
            <v:shape id="_x0000_s1478" type="#_x0000_t202" style="position:absolute;width:20000;height:20000;mso-wrap-edited:f;mso-position-horizontal-relative:page;mso-position-vertical-relative:page" wrapcoords="0 0 21600 0 21600 21600 0 21600 0 0" o:regroupid="37" mv:complextextbox="1" filled="f" stroked="f">
              <v:fill o:detectmouseclick="t"/>
              <v:textbox style="mso-next-textbox:#_x0000_s1435" inset=",0,,0"/>
            </v:shape>
            <v:shape id="_x0000_s1479" type="#_x0000_t202" style="position:absolute;left:800;width:18394;height:12389" filled="f" stroked="f">
              <v:textbox style="mso-next-textbox:#_x0000_s1480" inset="0,0,0,0">
                <w:txbxContent>
                  <w:p w:rsidR="00B02D2E" w:rsidRDefault="00B02D2E" w:rsidP="001405C7">
                    <w:pPr>
                      <w:pStyle w:val="BodyText"/>
                    </w:pPr>
                    <w:r>
                      <w:t>Stuffed Shells – Shell Shaped noodles filled with Ricotta cheese, smothered in tomato sauce.</w:t>
                    </w:r>
                  </w:p>
                </w:txbxContent>
              </v:textbox>
            </v:shape>
            <v:shape id="_x0000_s1480" type="#_x0000_t202" style="position:absolute;left:800;top:12361;width:18394;height:9528" filled="f" stroked="f">
              <v:textbox style="mso-next-textbox:#_x0000_s1480" inset="0,0,0,0">
                <w:txbxContent/>
              </v:textbox>
            </v:shape>
            <w10:wrap type="tight" anchorx="page" anchory="page"/>
          </v:group>
        </w:pict>
      </w:r>
      <w:r w:rsidR="001405C7">
        <w:rPr>
          <w:noProof/>
        </w:rPr>
        <w:pict>
          <v:shape id="_x0000_s1082" type="#_x0000_t202" style="position:absolute;margin-left:558pt;margin-top:493.7pt;width:193pt;height:41.15pt;z-index:251735040;mso-wrap-edited:f;mso-position-horizontal-relative:page;mso-position-vertical-relative:page" wrapcoords="0 0 21600 0 21600 21600 0 21600 0 0" filled="f" stroked="f">
            <v:fill o:detectmouseclick="t"/>
            <v:textbox style="mso-next-textbox:#_x0000_s1082" inset=",0,,0">
              <w:txbxContent>
                <w:p w:rsidR="00B02D2E" w:rsidRDefault="00B02D2E" w:rsidP="001405C7">
                  <w:pPr>
                    <w:pStyle w:val="Title"/>
                    <w:jc w:val="center"/>
                  </w:pPr>
                  <w:r>
                    <w:t>B U and Eat</w:t>
                  </w:r>
                </w:p>
              </w:txbxContent>
            </v:textbox>
            <w10:wrap type="tight" anchorx="page" anchory="page"/>
          </v:shape>
        </w:pict>
      </w:r>
      <w:r w:rsidR="001405C7">
        <w:rPr>
          <w:noProof/>
        </w:rPr>
        <w:pict>
          <v:shape id="_x0000_s1081" type="#_x0000_t202" style="position:absolute;margin-left:524pt;margin-top:533.45pt;width:227pt;height:42.55pt;z-index:251734016;mso-wrap-edited:f;mso-position-horizontal-relative:page;mso-position-vertical-relative:page" wrapcoords="0 0 21600 0 21600 21600 0 21600 0 0" filled="f" stroked="f">
            <v:fill o:detectmouseclick="t"/>
            <v:textbox style="mso-next-textbox:#_x0000_s1081" inset=",0,,0">
              <w:txbxContent>
                <w:p w:rsidR="00B02D2E" w:rsidRDefault="00B02D2E" w:rsidP="001405C7">
                  <w:pPr>
                    <w:pStyle w:val="Footer"/>
                  </w:pPr>
                  <w:r>
                    <w:t xml:space="preserve"> Bloomsburg, </w:t>
                  </w:r>
                  <w:r>
                    <w:fldChar w:fldCharType="begin"/>
                  </w:r>
                  <w:r>
                    <w:instrText xml:space="preserve"> PLACEHOLDER </w:instrText>
                  </w:r>
                  <w:r>
                    <w:fldChar w:fldCharType="begin"/>
                  </w:r>
                  <w:r>
                    <w:instrText xml:space="preserve"> IF </w:instrText>
                  </w:r>
                  <w:fldSimple w:instr=" USERPROPERTY WorkState ">
                    <w:r>
                      <w:rPr>
                        <w:noProof/>
                      </w:rPr>
                      <w:instrText>PA</w:instrText>
                    </w:r>
                  </w:fldSimple>
                  <w:r>
                    <w:instrText xml:space="preserve">="" "[State]"  </w:instrText>
                  </w:r>
                  <w:fldSimple w:instr=" USERPROPERTY WorkState ">
                    <w:r>
                      <w:rPr>
                        <w:noProof/>
                      </w:rPr>
                      <w:instrText>PA</w:instrText>
                    </w:r>
                  </w:fldSimple>
                  <w:r>
                    <w:fldChar w:fldCharType="separate"/>
                  </w:r>
                  <w:r>
                    <w:rPr>
                      <w:noProof/>
                    </w:rPr>
                    <w:instrText>PA</w:instrText>
                  </w:r>
                  <w:r>
                    <w:fldChar w:fldCharType="end"/>
                  </w:r>
                  <w:r>
                    <w:instrText xml:space="preserve"> \* MERGEFORMAT</w:instrText>
                  </w:r>
                  <w:r>
                    <w:fldChar w:fldCharType="separate"/>
                  </w:r>
                  <w:r>
                    <w:t>PA</w:t>
                  </w:r>
                  <w:r>
                    <w:fldChar w:fldCharType="end"/>
                  </w:r>
                  <w:r>
                    <w:t xml:space="preserve"> 17815</w:t>
                  </w:r>
                </w:p>
                <w:p w:rsidR="00B02D2E" w:rsidRPr="00154B3D" w:rsidRDefault="00B02D2E" w:rsidP="001405C7">
                  <w:pPr>
                    <w:pStyle w:val="Footer"/>
                  </w:pPr>
                  <w:r>
                    <w:t xml:space="preserve"> </w:t>
                  </w:r>
                  <w:r w:rsidR="00361572">
                    <w:t xml:space="preserve">  </w:t>
                  </w:r>
                  <w:r>
                    <w:t>Web:  www.bloomu.edu</w:t>
                  </w:r>
                </w:p>
              </w:txbxContent>
            </v:textbox>
            <w10:wrap type="tight" anchorx="page" anchory="page"/>
          </v:shape>
        </w:pict>
      </w:r>
      <w:r w:rsidR="001405C7">
        <w:rPr>
          <w:noProof/>
        </w:rPr>
        <w:drawing>
          <wp:anchor distT="0" distB="0" distL="118745" distR="118745" simplePos="0" relativeHeight="251787274" behindDoc="0" locked="0" layoutInCell="0" allowOverlap="1">
            <wp:simplePos x="0" y="0"/>
            <wp:positionH relativeFrom="page">
              <wp:posOffset>1625600</wp:posOffset>
            </wp:positionH>
            <wp:positionV relativeFrom="page">
              <wp:posOffset>656590</wp:posOffset>
            </wp:positionV>
            <wp:extent cx="1167765" cy="1206500"/>
            <wp:effectExtent l="101600" t="76200" r="76835" b="63500"/>
            <wp:wrapTight wrapText="bothSides">
              <wp:wrapPolygon edited="0">
                <wp:start x="6577" y="-1364"/>
                <wp:lineTo x="3289" y="0"/>
                <wp:lineTo x="-1879" y="4547"/>
                <wp:lineTo x="-1879" y="13187"/>
                <wp:lineTo x="1409" y="20463"/>
                <wp:lineTo x="2349" y="20918"/>
                <wp:lineTo x="6577" y="22737"/>
                <wp:lineTo x="7517" y="22737"/>
                <wp:lineTo x="13625" y="22737"/>
                <wp:lineTo x="14564" y="22737"/>
                <wp:lineTo x="18793" y="20918"/>
                <wp:lineTo x="18793" y="20463"/>
                <wp:lineTo x="19732" y="20463"/>
                <wp:lineTo x="23021" y="14552"/>
                <wp:lineTo x="23021" y="4547"/>
                <wp:lineTo x="17853" y="0"/>
                <wp:lineTo x="14564" y="-1364"/>
                <wp:lineTo x="6577" y="-1364"/>
              </wp:wrapPolygon>
            </wp:wrapTight>
            <wp:docPr id="2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laceholder-base---neutral.png"/>
                    <pic:cNvPicPr/>
                  </pic:nvPicPr>
                  <pic:blipFill>
                    <a:blip r:embed="rId4"/>
                    <a:srcRect l="32512" t="14701" r="27563" b="23401"/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1206500"/>
                    </a:xfrm>
                    <a:prstGeom prst="ellipse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drawing>
          <wp:anchor distT="0" distB="0" distL="118745" distR="118745" simplePos="0" relativeHeight="251787273" behindDoc="0" locked="0" layoutInCell="0" allowOverlap="1">
            <wp:simplePos x="0" y="0"/>
            <wp:positionH relativeFrom="page">
              <wp:posOffset>4635500</wp:posOffset>
            </wp:positionH>
            <wp:positionV relativeFrom="page">
              <wp:posOffset>610235</wp:posOffset>
            </wp:positionV>
            <wp:extent cx="1480185" cy="1526540"/>
            <wp:effectExtent l="76200" t="76200" r="69215" b="73660"/>
            <wp:wrapTight wrapText="bothSides">
              <wp:wrapPolygon edited="0">
                <wp:start x="7042" y="-1078"/>
                <wp:lineTo x="4819" y="-359"/>
                <wp:lineTo x="-371" y="3594"/>
                <wp:lineTo x="-1112" y="16173"/>
                <wp:lineTo x="4819" y="21923"/>
                <wp:lineTo x="5931" y="21923"/>
                <wp:lineTo x="5931" y="22283"/>
                <wp:lineTo x="8154" y="22642"/>
                <wp:lineTo x="9266" y="22642"/>
                <wp:lineTo x="11861" y="22642"/>
                <wp:lineTo x="13344" y="22642"/>
                <wp:lineTo x="15938" y="22283"/>
                <wp:lineTo x="15568" y="21923"/>
                <wp:lineTo x="16680" y="21923"/>
                <wp:lineTo x="21869" y="17251"/>
                <wp:lineTo x="21869" y="16173"/>
                <wp:lineTo x="22610" y="12938"/>
                <wp:lineTo x="22610" y="8266"/>
                <wp:lineTo x="21869" y="4672"/>
                <wp:lineTo x="22239" y="3953"/>
                <wp:lineTo x="16309" y="-359"/>
                <wp:lineTo x="14085" y="-1078"/>
                <wp:lineTo x="7042" y="-1078"/>
              </wp:wrapPolygon>
            </wp:wrapTight>
            <wp:docPr id="1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laceholder-base---neutral.png"/>
                    <pic:cNvPicPr/>
                  </pic:nvPicPr>
                  <pic:blipFill>
                    <a:blip r:embed="rId5"/>
                    <a:srcRect l="20862" t="5251" r="21875" b="16091"/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1526540"/>
                    </a:xfrm>
                    <a:prstGeom prst="ellipse">
                      <a:avLst/>
                    </a:prstGeom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drawing>
          <wp:anchor distT="0" distB="0" distL="118745" distR="118745" simplePos="0" relativeHeight="251656189" behindDoc="0" locked="0" layoutInCell="1" allowOverlap="1">
            <wp:simplePos x="0" y="0"/>
            <wp:positionH relativeFrom="page">
              <wp:posOffset>6583680</wp:posOffset>
            </wp:positionH>
            <wp:positionV relativeFrom="page">
              <wp:posOffset>1485900</wp:posOffset>
            </wp:positionV>
            <wp:extent cx="3017520" cy="4572000"/>
            <wp:effectExtent l="25400" t="0" r="5080" b="0"/>
            <wp:wrapTight wrapText="bothSides">
              <wp:wrapPolygon edited="0">
                <wp:start x="-182" y="0"/>
                <wp:lineTo x="-182" y="21480"/>
                <wp:lineTo x="21636" y="21480"/>
                <wp:lineTo x="21636" y="0"/>
                <wp:lineTo x="-182" y="0"/>
              </wp:wrapPolygon>
            </wp:wrapTight>
            <wp:docPr id="114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ceholder" descr="placeholder-base---neutral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8206" t="4874" r="98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pict>
          <v:shape id="_x0000_s1047" type="#_x0000_t202" style="position:absolute;margin-left:237.4pt;margin-top:238.2pt;width:28.8pt;height:21.6pt;z-index:251699200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47" inset=",0,,0">
              <w:txbxContent>
                <w:p w:rsidR="00B02D2E" w:rsidRDefault="00B02D2E" w:rsidP="001405C7">
                  <w:pPr>
                    <w:pStyle w:val="BodyTextRight"/>
                  </w:pPr>
                  <w:r>
                    <w:t>00</w:t>
                  </w:r>
                </w:p>
              </w:txbxContent>
            </v:textbox>
            <w10:wrap type="tight" anchorx="page" anchory="page"/>
          </v:shape>
        </w:pict>
      </w:r>
      <w:r w:rsidR="001405C7">
        <w:rPr>
          <w:noProof/>
        </w:rPr>
        <w:pict>
          <v:shape id="_x0000_s1050" type="#_x0000_t202" style="position:absolute;margin-left:237.4pt;margin-top:202.15pt;width:28.8pt;height:21.6pt;z-index:251702272;mso-wrap-edited:f;mso-position-horizontal-relative:page;mso-position-vertical-relative:page" wrapcoords="0 0 21600 0 21600 21600 0 21600 0 0" filled="f" stroked="f">
            <v:fill o:detectmouseclick="t"/>
            <v:stroke o:forcedash="t"/>
            <v:textbox style="mso-next-textbox:#_x0000_s1050" inset=",0,,0">
              <w:txbxContent>
                <w:p w:rsidR="00B02D2E" w:rsidRDefault="00B02D2E" w:rsidP="001405C7">
                  <w:pPr>
                    <w:pStyle w:val="BodyTextRight"/>
                  </w:pPr>
                  <w:r>
                    <w:t>00</w:t>
                  </w:r>
                </w:p>
              </w:txbxContent>
            </v:textbox>
            <w10:wrap type="tight" anchorx="page" anchory="page"/>
          </v:shape>
        </w:pict>
      </w:r>
      <w:r w:rsidR="001405C7">
        <w:rPr>
          <w:noProof/>
        </w:rPr>
        <w:pict>
          <v:shape id="_x0000_s1044" type="#_x0000_t202" style="position:absolute;margin-left:47pt;margin-top:162pt;width:180pt;height:40pt;z-index:251696128;mso-wrap-edited:f;mso-position-horizontal-relative:page;mso-position-vertical-relative:page" wrapcoords="0 0 21600 0 21600 21600 0 21600 0 0" filled="f" stroked="f">
            <v:fill o:detectmouseclick="t"/>
            <v:textbox style="mso-next-textbox:#_x0000_s1044" inset=",7.2pt,,7.2pt">
              <w:txbxContent>
                <w:p w:rsidR="00B02D2E" w:rsidRPr="00EB4540" w:rsidRDefault="00B02D2E" w:rsidP="001405C7">
                  <w:pPr>
                    <w:pStyle w:val="Heading1"/>
                  </w:pPr>
                  <w:r>
                    <w:t>Home</w:t>
                  </w:r>
                </w:p>
              </w:txbxContent>
            </v:textbox>
            <w10:wrap type="tight" anchorx="page" anchory="page"/>
          </v:shape>
        </w:pict>
      </w:r>
      <w:r w:rsidR="001405C7">
        <w:rPr>
          <w:noProof/>
        </w:rPr>
        <w:pict>
          <v:shape id="_x0000_s1046" type="#_x0000_t202" style="position:absolute;margin-left:47pt;margin-top:238.2pt;width:180pt;height:46.8pt;z-index:251698176;mso-wrap-edited:f;mso-position-horizontal-relative:page;mso-position-vertical-relative:page" wrapcoords="0 0 21600 0 21600 21600 0 21600 0 0" mv:complextextbox="1" filled="f" stroked="f">
            <v:fill o:detectmouseclick="t"/>
            <v:textbox style="mso-next-textbox:#_x0000_s1046" inset=",0,,0">
              <w:txbxContent>
                <w:p w:rsidR="00B02D2E" w:rsidRDefault="00B02D2E" w:rsidP="001405C7">
                  <w:pPr>
                    <w:pStyle w:val="BodyText"/>
                  </w:pPr>
                  <w:r>
                    <w:t>Mashed Potatoes and Gravy</w:t>
                  </w:r>
                </w:p>
              </w:txbxContent>
            </v:textbox>
            <w10:wrap type="tight" anchorx="page" anchory="page"/>
          </v:shape>
        </w:pict>
      </w:r>
      <w:r w:rsidR="001405C7">
        <w:rPr>
          <w:noProof/>
        </w:rPr>
        <w:pict>
          <v:shape id="_x0000_s1040" style="position:absolute;margin-left:518.4pt;margin-top:445.6pt;width:237.6pt;height:122.35pt;z-index:251682303;mso-wrap-edited:f;mso-position-horizontal:absolute;mso-position-horizontal-relative:page;mso-position-vertical:absolute;mso-position-vertical-relative:page" coordsize="4752,2327" wrapcoords="4677 0 -14 15 -14 2296 4752 2296 4766 0 4677 0" path="m0,34hdc0,1180,,2327,,2327hal4725,2327hbc4725,2327,4738,1163,4752,0hdc3992,386,2259,787,,34xe" fillcolor="white [3212]" stroked="f">
            <v:fill rotate="t"/>
            <v:path arrowok="t"/>
            <w10:wrap type="tight" anchorx="page" anchory="page"/>
          </v:shape>
        </w:pict>
      </w:r>
      <w:r w:rsidR="001405C7">
        <w:rPr>
          <w:noProof/>
        </w:rPr>
        <w:pict>
          <v:shape id="_x0000_s1039" style="position:absolute;margin-left:518.4pt;margin-top:453.35pt;width:237.6pt;height:122.35pt;z-index:251682816;mso-wrap-edited:f;mso-position-horizontal:absolute;mso-position-horizontal-relative:page;mso-position-vertical:absolute;mso-position-vertical-relative:page" coordsize="4752,2327" wrapcoords="4677 0 -14 15 -14 2296 4752 2296 4766 0 4677 0" path="m0,34hdc0,1180,,2327,,2327hal4725,2327hbc4725,2327,4738,1163,4752,0hdc3992,386,2259,787,,34xe" fillcolor="#c8c952 [3205]" stroked="f">
            <v:fill color2="#f6f8aa [3214]" rotate="t" focus="100%" type="gradient"/>
            <v:path arrowok="t"/>
            <w10:wrap type="tight" anchorx="page" anchory="page"/>
          </v:shape>
        </w:pict>
      </w:r>
      <w:r w:rsidR="001405C7">
        <w:rPr>
          <w:noProof/>
        </w:rPr>
        <w:pict>
          <v:group id="_x0000_s1032" style="position:absolute;margin-left:36pt;margin-top:36pt;width:10in;height:132pt;z-index:251657214;mso-position-horizontal-relative:page;mso-position-vertical-relative:page" coordorigin="720,720" coordsize="14400,2640" wrapcoords="-22 0 -22 21354 112 21354 2947 21354 15885 20004 16312 19513 18450 17795 20632 15586 21622 14113 21622 0 -22 0">
            <v:shape id="_x0000_s1033" style="position:absolute;left:720;top:1200;width:14400;height:2160;mso-wrap-edited:f;mso-position-horizontal:absolute;mso-position-horizontal-relative:page;mso-position-vertical:absolute;mso-position-vertical-relative:page" coordsize="14400,2160" wrapcoords="-15 0 -15 2130 75 2130 1965 2130 10590 1965 10875 1905 12300 1695 13755 1425 14415 1245 14415 0 -15 0" path="m0,0l14400,,14400,1239c14400,1239,11183,2012,9580,1959hhc7972,1926,7120,980,4780,920,2440,860,720,1481,20,2160hdc20,1180,,,,0haxe" fillcolor="white [3212]" stroked="f">
              <v:fill rotate="t"/>
              <v:path arrowok="t"/>
            </v:shape>
            <v:shape id="_x0000_s1034" style="position:absolute;left:720;top:1055;width:14400;height:2160;mso-wrap-edited:f;mso-position-horizontal:absolute;mso-position-horizontal-relative:page;mso-position-vertical:absolute;mso-position-vertical-relative:page" coordsize="14400,2160" wrapcoords="-15 0 -15 2130 75 2130 1965 2130 10590 1965 10875 1905 12300 1695 13755 1425 14415 1245 14415 0 -15 0" path="m0,0l14400,,14400,1239c14400,1239,11183,2012,9580,1959hhc7972,1926,7120,980,4780,920,2440,860,720,1481,20,2160hdc20,1180,,,,0haxe" fillcolor="#f6f8aa [3230]" stroked="f">
              <v:fill color2="#c8c952 [3205]" rotate="t" focus="100%" type="gradient"/>
              <v:path arrowok="t"/>
            </v:shape>
            <v:shape id="_x0000_s1035" style="position:absolute;left:720;top:800;width:14400;height:2160;mso-wrap-edited:f;mso-position-horizontal:absolute;mso-position-horizontal-relative:page;mso-position-vertical:absolute;mso-position-vertical-relative:page" coordsize="14400,2160" wrapcoords="-15 0 -15 2130 75 2130 1965 2130 10590 1965 10875 1905 12300 1695 13755 1425 14415 1245 14415 0 -15 0" path="m0,0l14400,,14400,1239c14400,1239,11183,2012,9580,1959hhc7972,1926,7120,980,4780,920,2440,860,720,1481,20,2160hdc20,1180,,,,0haxe" fillcolor="white [3212]" stroked="f">
              <v:fill rotate="t"/>
              <v:path arrowok="t"/>
            </v:shape>
            <v:shape id="_x0000_s1036" style="position:absolute;left:720;top:720;width:14400;height:2160;mso-wrap-edited:f;mso-position-horizontal:absolute;mso-position-horizontal-relative:page;mso-position-vertical:absolute;mso-position-vertical-relative:page" coordsize="14400,2160" wrapcoords="-15 0 -15 2130 75 2130 1965 2130 10590 1965 10875 1905 12300 1695 13755 1425 14415 1245 14415 0 -15 0" o:allowincell="f" path="m0,0l14400,,14400,1239c14400,1239,11183,2012,9580,1959hhc7972,1926,7120,980,4780,920,2440,860,720,1481,20,2160hdc20,1180,,,,0haxe" fillcolor="#9dc14d [1940]" stroked="f">
              <v:fill color2="#43541d [3204]" rotate="t" type="gradient"/>
              <v:path arrowok="t"/>
            </v:shape>
            <w10:wrap type="tight" anchorx="page" anchory="page"/>
          </v:group>
        </w:pict>
      </w:r>
      <w:r w:rsidR="001405C7">
        <w:rPr>
          <w:noProof/>
        </w:rPr>
        <w:drawing>
          <wp:anchor distT="0" distB="0" distL="118745" distR="118745" simplePos="0" relativeHeight="251787281" behindDoc="0" locked="0" layoutInCell="0" allowOverlap="1">
            <wp:simplePos x="0" y="0"/>
            <wp:positionH relativeFrom="page">
              <wp:posOffset>762000</wp:posOffset>
            </wp:positionH>
            <wp:positionV relativeFrom="page">
              <wp:posOffset>1148080</wp:posOffset>
            </wp:positionV>
            <wp:extent cx="685800" cy="731520"/>
            <wp:effectExtent l="101600" t="76200" r="50800" b="55880"/>
            <wp:wrapTight wrapText="bothSides">
              <wp:wrapPolygon edited="0">
                <wp:start x="5600" y="-2250"/>
                <wp:lineTo x="800" y="0"/>
                <wp:lineTo x="-3200" y="6000"/>
                <wp:lineTo x="-3200" y="13500"/>
                <wp:lineTo x="800" y="21750"/>
                <wp:lineTo x="5600" y="23250"/>
                <wp:lineTo x="6400" y="23250"/>
                <wp:lineTo x="14400" y="23250"/>
                <wp:lineTo x="15200" y="23250"/>
                <wp:lineTo x="18400" y="21750"/>
                <wp:lineTo x="23200" y="16500"/>
                <wp:lineTo x="23200" y="2250"/>
                <wp:lineTo x="15200" y="-2250"/>
                <wp:lineTo x="5600" y="-2250"/>
              </wp:wrapPolygon>
            </wp:wrapTight>
            <wp:docPr id="9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1520"/>
                    </a:xfrm>
                    <a:prstGeom prst="ellipse">
                      <a:avLst/>
                    </a:prstGeom>
                    <a:gradFill flip="none" rotWithShape="1">
                      <a:gsLst>
                        <a:gs pos="0">
                          <a:schemeClr val="bg2"/>
                        </a:gs>
                        <a:gs pos="100000">
                          <a:schemeClr val="accent2"/>
                        </a:gs>
                      </a:gsLst>
                      <a:lin ang="5400000" scaled="0"/>
                      <a:tileRect/>
                    </a:gradFill>
                    <a:ln w="635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drawing>
          <wp:anchor distT="0" distB="0" distL="118745" distR="118745" simplePos="0" relativeHeight="251787280" behindDoc="0" locked="0" layoutInCell="0" allowOverlap="1">
            <wp:simplePos x="0" y="0"/>
            <wp:positionH relativeFrom="page">
              <wp:posOffset>3073400</wp:posOffset>
            </wp:positionH>
            <wp:positionV relativeFrom="page">
              <wp:posOffset>914400</wp:posOffset>
            </wp:positionV>
            <wp:extent cx="266700" cy="320040"/>
            <wp:effectExtent l="25400" t="50800" r="38100" b="35560"/>
            <wp:wrapTight wrapText="bothSides">
              <wp:wrapPolygon edited="0">
                <wp:start x="-2057" y="-3429"/>
                <wp:lineTo x="0" y="24000"/>
                <wp:lineTo x="18514" y="24000"/>
                <wp:lineTo x="18514" y="24000"/>
                <wp:lineTo x="24686" y="18857"/>
                <wp:lineTo x="24686" y="1714"/>
                <wp:lineTo x="20571" y="-3429"/>
                <wp:lineTo x="-2057" y="-3429"/>
              </wp:wrapPolygon>
            </wp:wrapTight>
            <wp:docPr id="8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20040"/>
                    </a:xfrm>
                    <a:prstGeom prst="ellipse">
                      <a:avLst/>
                    </a:prstGeom>
                    <a:gradFill flip="none" rotWithShape="1">
                      <a:gsLst>
                        <a:gs pos="0">
                          <a:schemeClr val="bg2"/>
                        </a:gs>
                        <a:gs pos="100000">
                          <a:schemeClr val="accent2"/>
                        </a:gs>
                      </a:gsLst>
                      <a:lin ang="5400000" scaled="0"/>
                      <a:tileRect/>
                    </a:gradFill>
                    <a:ln w="508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drawing>
          <wp:anchor distT="0" distB="0" distL="118745" distR="118745" simplePos="0" relativeHeight="251787279" behindDoc="0" locked="0" layoutInCell="0" allowOverlap="1">
            <wp:simplePos x="3632200" y="762000"/>
            <wp:positionH relativeFrom="page">
              <wp:posOffset>3611880</wp:posOffset>
            </wp:positionH>
            <wp:positionV relativeFrom="page">
              <wp:posOffset>758825</wp:posOffset>
            </wp:positionV>
            <wp:extent cx="822960" cy="889635"/>
            <wp:effectExtent l="101600" t="76200" r="91440" b="75565"/>
            <wp:wrapTight wrapText="bothSides">
              <wp:wrapPolygon edited="0">
                <wp:start x="5333" y="-1850"/>
                <wp:lineTo x="1333" y="0"/>
                <wp:lineTo x="-2667" y="5550"/>
                <wp:lineTo x="-1333" y="19118"/>
                <wp:lineTo x="6000" y="23435"/>
                <wp:lineTo x="8667" y="23435"/>
                <wp:lineTo x="12000" y="23435"/>
                <wp:lineTo x="14667" y="23435"/>
                <wp:lineTo x="22667" y="19118"/>
                <wp:lineTo x="22667" y="17884"/>
                <wp:lineTo x="23333" y="17884"/>
                <wp:lineTo x="24000" y="11101"/>
                <wp:lineTo x="24000" y="5550"/>
                <wp:lineTo x="18667" y="-617"/>
                <wp:lineTo x="15333" y="-1850"/>
                <wp:lineTo x="5333" y="-1850"/>
              </wp:wrapPolygon>
            </wp:wrapTight>
            <wp:docPr id="7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889635"/>
                    </a:xfrm>
                    <a:prstGeom prst="ellipse">
                      <a:avLst/>
                    </a:prstGeom>
                    <a:gradFill flip="none" rotWithShape="1">
                      <a:gsLst>
                        <a:gs pos="0">
                          <a:schemeClr val="bg2"/>
                        </a:gs>
                        <a:gs pos="100000">
                          <a:schemeClr val="accent2"/>
                        </a:gs>
                      </a:gsLst>
                      <a:lin ang="5400000" scaled="0"/>
                      <a:tileRect/>
                    </a:gradFill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drawing>
          <wp:anchor distT="0" distB="0" distL="118745" distR="118745" simplePos="0" relativeHeight="251787278" behindDoc="0" locked="0" layoutInCell="0" allowOverlap="1">
            <wp:simplePos x="0" y="0"/>
            <wp:positionH relativeFrom="page">
              <wp:posOffset>9156700</wp:posOffset>
            </wp:positionH>
            <wp:positionV relativeFrom="page">
              <wp:posOffset>1257300</wp:posOffset>
            </wp:positionV>
            <wp:extent cx="228600" cy="274320"/>
            <wp:effectExtent l="25400" t="50800" r="50800" b="30480"/>
            <wp:wrapTight wrapText="bothSides">
              <wp:wrapPolygon edited="0">
                <wp:start x="-2400" y="-4000"/>
                <wp:lineTo x="-2400" y="24000"/>
                <wp:lineTo x="21600" y="24000"/>
                <wp:lineTo x="26400" y="16000"/>
                <wp:lineTo x="26400" y="2000"/>
                <wp:lineTo x="21600" y="-4000"/>
                <wp:lineTo x="-2400" y="-4000"/>
              </wp:wrapPolygon>
            </wp:wrapTight>
            <wp:docPr id="6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74320"/>
                    </a:xfrm>
                    <a:prstGeom prst="ellipse">
                      <a:avLst/>
                    </a:prstGeom>
                    <a:gradFill flip="none" rotWithShape="1">
                      <a:gsLst>
                        <a:gs pos="0">
                          <a:schemeClr val="bg2"/>
                        </a:gs>
                        <a:gs pos="100000">
                          <a:schemeClr val="accent2"/>
                        </a:gs>
                      </a:gsLst>
                      <a:lin ang="5400000" scaled="0"/>
                      <a:tileRect/>
                    </a:gradFill>
                    <a:ln w="508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drawing>
          <wp:anchor distT="0" distB="0" distL="118745" distR="118745" simplePos="0" relativeHeight="251787277" behindDoc="0" locked="0" layoutInCell="0" allowOverlap="1">
            <wp:simplePos x="0" y="0"/>
            <wp:positionH relativeFrom="page">
              <wp:posOffset>8483600</wp:posOffset>
            </wp:positionH>
            <wp:positionV relativeFrom="page">
              <wp:posOffset>1358900</wp:posOffset>
            </wp:positionV>
            <wp:extent cx="411480" cy="457200"/>
            <wp:effectExtent l="76200" t="50800" r="45720" b="25400"/>
            <wp:wrapTight wrapText="bothSides">
              <wp:wrapPolygon edited="0">
                <wp:start x="2667" y="-2400"/>
                <wp:lineTo x="-2667" y="2400"/>
                <wp:lineTo x="-4000" y="16800"/>
                <wp:lineTo x="1333" y="22800"/>
                <wp:lineTo x="2667" y="22800"/>
                <wp:lineTo x="18667" y="22800"/>
                <wp:lineTo x="20000" y="22800"/>
                <wp:lineTo x="24000" y="18000"/>
                <wp:lineTo x="24000" y="4800"/>
                <wp:lineTo x="18667" y="-2400"/>
                <wp:lineTo x="2667" y="-2400"/>
              </wp:wrapPolygon>
            </wp:wrapTight>
            <wp:docPr id="5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457200"/>
                    </a:xfrm>
                    <a:prstGeom prst="ellipse">
                      <a:avLst/>
                    </a:prstGeom>
                    <a:gradFill flip="none" rotWithShape="1">
                      <a:gsLst>
                        <a:gs pos="0">
                          <a:schemeClr val="bg2"/>
                        </a:gs>
                        <a:gs pos="100000">
                          <a:schemeClr val="accent2"/>
                        </a:gs>
                      </a:gsLst>
                      <a:lin ang="5400000" scaled="0"/>
                      <a:tileRect/>
                    </a:gradFill>
                    <a:ln w="508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drawing>
          <wp:anchor distT="0" distB="0" distL="118745" distR="118745" simplePos="0" relativeHeight="251787276" behindDoc="0" locked="0" layoutInCell="0" allowOverlap="1">
            <wp:simplePos x="0" y="0"/>
            <wp:positionH relativeFrom="page">
              <wp:posOffset>7505700</wp:posOffset>
            </wp:positionH>
            <wp:positionV relativeFrom="page">
              <wp:posOffset>1308100</wp:posOffset>
            </wp:positionV>
            <wp:extent cx="685800" cy="731520"/>
            <wp:effectExtent l="101600" t="76200" r="50800" b="55880"/>
            <wp:wrapTight wrapText="bothSides">
              <wp:wrapPolygon edited="0">
                <wp:start x="5600" y="-2250"/>
                <wp:lineTo x="800" y="0"/>
                <wp:lineTo x="-3200" y="6000"/>
                <wp:lineTo x="-3200" y="13500"/>
                <wp:lineTo x="800" y="21750"/>
                <wp:lineTo x="5600" y="23250"/>
                <wp:lineTo x="6400" y="23250"/>
                <wp:lineTo x="14400" y="23250"/>
                <wp:lineTo x="15200" y="23250"/>
                <wp:lineTo x="18400" y="21750"/>
                <wp:lineTo x="23200" y="16500"/>
                <wp:lineTo x="23200" y="2250"/>
                <wp:lineTo x="15200" y="-2250"/>
                <wp:lineTo x="5600" y="-2250"/>
              </wp:wrapPolygon>
            </wp:wrapTight>
            <wp:docPr id="4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731520"/>
                    </a:xfrm>
                    <a:prstGeom prst="ellipse">
                      <a:avLst/>
                    </a:prstGeom>
                    <a:gradFill flip="none" rotWithShape="1">
                      <a:gsLst>
                        <a:gs pos="0">
                          <a:schemeClr val="bg2"/>
                        </a:gs>
                        <a:gs pos="100000">
                          <a:schemeClr val="accent2"/>
                        </a:gs>
                      </a:gsLst>
                      <a:lin ang="5400000" scaled="0"/>
                      <a:tileRect/>
                    </a:gradFill>
                    <a:ln w="635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rPr>
          <w:noProof/>
        </w:rPr>
        <w:drawing>
          <wp:anchor distT="0" distB="0" distL="118745" distR="118745" simplePos="0" relativeHeight="251787275" behindDoc="0" locked="0" layoutInCell="0" allowOverlap="1">
            <wp:simplePos x="0" y="0"/>
            <wp:positionH relativeFrom="page">
              <wp:posOffset>6299200</wp:posOffset>
            </wp:positionH>
            <wp:positionV relativeFrom="page">
              <wp:posOffset>1193800</wp:posOffset>
            </wp:positionV>
            <wp:extent cx="914400" cy="1005840"/>
            <wp:effectExtent l="101600" t="76200" r="76200" b="60960"/>
            <wp:wrapTight wrapText="bothSides">
              <wp:wrapPolygon edited="0">
                <wp:start x="6000" y="-1636"/>
                <wp:lineTo x="2400" y="0"/>
                <wp:lineTo x="-2400" y="4909"/>
                <wp:lineTo x="-2400" y="15818"/>
                <wp:lineTo x="4800" y="22909"/>
                <wp:lineTo x="6600" y="22909"/>
                <wp:lineTo x="14400" y="22909"/>
                <wp:lineTo x="16200" y="22909"/>
                <wp:lineTo x="23400" y="17455"/>
                <wp:lineTo x="23400" y="4909"/>
                <wp:lineTo x="18600" y="0"/>
                <wp:lineTo x="15000" y="-1636"/>
                <wp:lineTo x="6000" y="-1636"/>
              </wp:wrapPolygon>
            </wp:wrapTight>
            <wp:docPr id="3" name="Placeholder" descr="placeholder-base---neutr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laceholder-base---neutral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05840"/>
                    </a:xfrm>
                    <a:prstGeom prst="ellipse">
                      <a:avLst/>
                    </a:prstGeom>
                    <a:gradFill flip="none" rotWithShape="1">
                      <a:gsLst>
                        <a:gs pos="0">
                          <a:schemeClr val="bg2"/>
                        </a:gs>
                        <a:gs pos="100000">
                          <a:schemeClr val="accent2"/>
                        </a:gs>
                      </a:gsLst>
                      <a:lin ang="5400000" scaled="0"/>
                      <a:tileRect/>
                    </a:gradFill>
                    <a:ln w="76200"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r w:rsidR="001405C7">
        <w:br w:type="page"/>
      </w:r>
    </w:p>
    <w:sectPr w:rsidR="001405C7" w:rsidSect="001405C7">
      <w:headerReference w:type="default" r:id="rId8"/>
      <w:pgSz w:w="15840" w:h="12240" w:orient="landscape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B02D2E" w:rsidRDefault="00B02D2E">
    <w:pPr>
      <w:pStyle w:val="Header"/>
    </w:pPr>
    <w:r>
      <w:rPr>
        <w:noProof/>
      </w:rPr>
      <w:pict>
        <v:rect id="_x0000_s2074" style="position:absolute;margin-left:40.4pt;margin-top:68pt;width:237.6pt;height:7in;z-index:251658240;mso-wrap-edited:f;mso-position-horizontal-relative:page;mso-position-vertical-relative:page" wrapcoords="-68 -30 -68 21570 21668 21570 21668 -30 -68 -30" fillcolor="#f6f8aa [3214]" stroked="f" strokecolor="#4a7ebb" strokeweight="1.5pt">
          <v:fill color2="#c8c952 [3205]" o:detectmouseclick="t" focusposition="" focussize=",90" focus="100%" type="gradien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5" style="position:absolute;margin-left:518.4pt;margin-top:1in;width:237.6pt;height:7in;z-index:251656190;mso-wrap-edited:f;mso-position-horizontal-relative:page;mso-position-vertical-relative:page" wrapcoords="-68 -30 -68 21570 21668 21570 21668 -30 -68 -30" o:allowincell="f" fillcolor="#f6f8aa [3214]" stroked="f" strokecolor="#4a7ebb" strokeweight="1.5pt">
          <v:fill color2="#c8c952 [3205]" o:detectmouseclick="t" focusposition="" focussize=",90" focus="100%" type="gradient"/>
          <v:shadow opacity="22938f" mv:blur="38100f" offset="0,2pt"/>
          <v:textbox inset=",7.2pt,,7.2pt"/>
          <w10:wrap type="tight" anchorx="page" anchory="page"/>
        </v:rect>
      </w:pict>
    </w:r>
    <w:r>
      <w:rPr>
        <w:noProof/>
      </w:rPr>
      <w:pict>
        <v:rect id="_x0000_s2063" style="position:absolute;margin-left:277.4pt;margin-top:1in;width:237.6pt;height:7in;z-index:251655166;mso-wrap-edited:f;mso-position-horizontal-relative:page;mso-position-vertical-relative:page" wrapcoords="-68 -30 -68 21570 21668 21570 21668 -30 -68 -30" o:allowincell="f" fillcolor="#9dc14d [1940]" stroked="f" strokecolor="#4a7ebb" strokeweight="1.5pt">
          <v:fill color2="#43541d [3204]" o:detectmouseclick="t" focusposition="" focussize=",90" focus="100%" type="gradient"/>
          <v:shadow opacity="22938f" mv:blur="38100f" offset="0,2pt"/>
          <v:textbox inset=",7.2pt,,7.2pt"/>
          <w10:wrap type="tight" anchorx="page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8194"/>
    <o:shapelayout v:ext="edit">
      <o:idmap v:ext="edit" data="2"/>
    </o:shapelayout>
  </w:hdrShapeDefaults>
  <w:compat>
    <w:useFELayout/>
    <w:splitPgBreakAndParaMark/>
  </w:compat>
  <w:docVars>
    <w:docVar w:name="OpenInPublishingView" w:val="0"/>
    <w:docVar w:name="ShowStaticGuides" w:val="1"/>
  </w:docVars>
  <w:rsids>
    <w:rsidRoot w:val="001405C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0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  <o:entry new="36" old="0"/>
        <o:entry new="37" old="0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</w:latentStyles>
  <w:style w:type="paragraph" w:default="1" w:styleId="Normal">
    <w:name w:val="Normal"/>
    <w:qFormat/>
    <w:rsid w:val="00730883"/>
  </w:style>
  <w:style w:type="paragraph" w:styleId="Heading1">
    <w:name w:val="heading 1"/>
    <w:basedOn w:val="Normal"/>
    <w:next w:val="Normal"/>
    <w:link w:val="Heading1Char"/>
    <w:qFormat/>
    <w:rsid w:val="0007041A"/>
    <w:pPr>
      <w:spacing w:line="480" w:lineRule="exact"/>
      <w:outlineLvl w:val="0"/>
    </w:pPr>
    <w:rPr>
      <w:rFonts w:asciiTheme="majorHAnsi" w:eastAsiaTheme="majorEastAsia" w:hAnsiTheme="majorHAnsi" w:cs="Corbel"/>
      <w:bCs/>
      <w:color w:val="43541D" w:themeColor="accent1"/>
      <w:sz w:val="44"/>
      <w:szCs w:val="32"/>
    </w:rPr>
  </w:style>
  <w:style w:type="paragraph" w:styleId="Heading2">
    <w:name w:val="heading 2"/>
    <w:basedOn w:val="Normal"/>
    <w:next w:val="Normal"/>
    <w:link w:val="Heading2Char"/>
    <w:rsid w:val="00AE46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3541D" w:themeColor="accent1"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semiHidden/>
    <w:unhideWhenUsed/>
    <w:rsid w:val="009E3F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9E3FE4"/>
  </w:style>
  <w:style w:type="paragraph" w:styleId="Footer">
    <w:name w:val="footer"/>
    <w:basedOn w:val="Normal"/>
    <w:link w:val="FooterChar"/>
    <w:unhideWhenUsed/>
    <w:rsid w:val="00AE4667"/>
    <w:pPr>
      <w:tabs>
        <w:tab w:val="center" w:pos="4320"/>
        <w:tab w:val="right" w:pos="8640"/>
      </w:tabs>
      <w:jc w:val="right"/>
    </w:pPr>
    <w:rPr>
      <w:color w:val="5D5E26" w:themeColor="text2"/>
      <w:sz w:val="16"/>
    </w:rPr>
  </w:style>
  <w:style w:type="character" w:customStyle="1" w:styleId="FooterChar">
    <w:name w:val="Footer Char"/>
    <w:basedOn w:val="DefaultParagraphFont"/>
    <w:link w:val="Footer"/>
    <w:rsid w:val="00AE4667"/>
    <w:rPr>
      <w:color w:val="5D5E26" w:themeColor="text2"/>
      <w:sz w:val="16"/>
    </w:rPr>
  </w:style>
  <w:style w:type="character" w:customStyle="1" w:styleId="Heading1Char">
    <w:name w:val="Heading 1 Char"/>
    <w:basedOn w:val="DefaultParagraphFont"/>
    <w:link w:val="Heading1"/>
    <w:rsid w:val="0007041A"/>
    <w:rPr>
      <w:rFonts w:asciiTheme="majorHAnsi" w:eastAsiaTheme="majorEastAsia" w:hAnsiTheme="majorHAnsi" w:cs="Corbel"/>
      <w:bCs/>
      <w:color w:val="43541D" w:themeColor="accent1"/>
      <w:sz w:val="44"/>
      <w:szCs w:val="32"/>
    </w:rPr>
  </w:style>
  <w:style w:type="paragraph" w:styleId="BodyText">
    <w:name w:val="Body Text"/>
    <w:basedOn w:val="Normal"/>
    <w:link w:val="BodyTextChar"/>
    <w:rsid w:val="00AE4667"/>
    <w:pPr>
      <w:spacing w:after="120"/>
    </w:pPr>
    <w:rPr>
      <w:color w:val="43541D" w:themeColor="accent1"/>
      <w:sz w:val="20"/>
    </w:rPr>
  </w:style>
  <w:style w:type="character" w:customStyle="1" w:styleId="BodyTextChar">
    <w:name w:val="Body Text Char"/>
    <w:basedOn w:val="DefaultParagraphFont"/>
    <w:link w:val="BodyText"/>
    <w:rsid w:val="00AE4667"/>
    <w:rPr>
      <w:color w:val="43541D" w:themeColor="accent1"/>
      <w:sz w:val="20"/>
    </w:rPr>
  </w:style>
  <w:style w:type="paragraph" w:customStyle="1" w:styleId="BodyTextRight">
    <w:name w:val="Body Text Right"/>
    <w:basedOn w:val="BodyText"/>
    <w:qFormat/>
    <w:rsid w:val="00AE4667"/>
    <w:pPr>
      <w:jc w:val="right"/>
    </w:pPr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AE4667"/>
    <w:rPr>
      <w:rFonts w:asciiTheme="majorHAnsi" w:eastAsiaTheme="majorEastAsia" w:hAnsiTheme="majorHAnsi" w:cstheme="majorBidi"/>
      <w:b/>
      <w:bCs/>
      <w:color w:val="43541D" w:themeColor="accent1"/>
      <w:sz w:val="26"/>
      <w:szCs w:val="26"/>
    </w:rPr>
  </w:style>
  <w:style w:type="paragraph" w:customStyle="1" w:styleId="Heading1-Light">
    <w:name w:val="Heading 1 - Light"/>
    <w:basedOn w:val="Heading1"/>
    <w:qFormat/>
    <w:rsid w:val="00AE4667"/>
    <w:rPr>
      <w:color w:val="F6F8AA" w:themeColor="background2"/>
    </w:rPr>
  </w:style>
  <w:style w:type="paragraph" w:customStyle="1" w:styleId="BodyText-Light">
    <w:name w:val="Body Text - Light"/>
    <w:basedOn w:val="BodyText"/>
    <w:qFormat/>
    <w:rsid w:val="00AE4667"/>
    <w:pPr>
      <w:spacing w:after="0"/>
    </w:pPr>
    <w:rPr>
      <w:color w:val="F6F8AA" w:themeColor="background2"/>
    </w:rPr>
  </w:style>
  <w:style w:type="paragraph" w:customStyle="1" w:styleId="BodyTextR-Light">
    <w:name w:val="Body Text R - Light"/>
    <w:basedOn w:val="BodyTextRight"/>
    <w:qFormat/>
    <w:rsid w:val="00AE4667"/>
    <w:rPr>
      <w:color w:val="F6F8AA" w:themeColor="background2"/>
    </w:rPr>
  </w:style>
  <w:style w:type="paragraph" w:styleId="Title">
    <w:name w:val="Title"/>
    <w:basedOn w:val="Normal"/>
    <w:next w:val="Normal"/>
    <w:link w:val="TitleChar"/>
    <w:rsid w:val="0007041A"/>
    <w:pPr>
      <w:jc w:val="right"/>
    </w:pPr>
    <w:rPr>
      <w:rFonts w:asciiTheme="majorHAnsi" w:eastAsiaTheme="majorEastAsia" w:hAnsiTheme="majorHAnsi" w:cstheme="majorBidi"/>
      <w:b/>
      <w:i/>
      <w:color w:val="5D5E26" w:themeColor="text2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07041A"/>
    <w:rPr>
      <w:rFonts w:asciiTheme="majorHAnsi" w:eastAsiaTheme="majorEastAsia" w:hAnsiTheme="majorHAnsi" w:cstheme="majorBidi"/>
      <w:b/>
      <w:i/>
      <w:color w:val="5D5E26" w:themeColor="text2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4" Type="http://schemas.openxmlformats.org/officeDocument/2006/relationships/image" Target="media/image1.jpeg"/><Relationship Id="rId10" Type="http://schemas.openxmlformats.org/officeDocument/2006/relationships/theme" Target="theme/theme1.xml"/><Relationship Id="rId5" Type="http://schemas.openxmlformats.org/officeDocument/2006/relationships/image" Target="media/image2.jpeg"/><Relationship Id="rId7" Type="http://schemas.openxmlformats.org/officeDocument/2006/relationships/image" Target="media/image4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Untitled:Applications:Microsoft%20Office%202008:Office:Media:Templates:Marketing:Menus:Takeout%20Menu.dotx" TargetMode="External"/></Relationships>
</file>

<file path=word/theme/theme1.xml><?xml version="1.0" encoding="utf-8"?>
<a:theme xmlns:a="http://schemas.openxmlformats.org/drawingml/2006/main" name="Office Theme">
  <a:themeElements>
    <a:clrScheme name="Takeout Menu">
      <a:dk1>
        <a:sysClr val="windowText" lastClr="000000"/>
      </a:dk1>
      <a:lt1>
        <a:sysClr val="window" lastClr="FFFFFF"/>
      </a:lt1>
      <a:dk2>
        <a:srgbClr val="5D5E26"/>
      </a:dk2>
      <a:lt2>
        <a:srgbClr val="F6F8AA"/>
      </a:lt2>
      <a:accent1>
        <a:srgbClr val="43541D"/>
      </a:accent1>
      <a:accent2>
        <a:srgbClr val="C8C952"/>
      </a:accent2>
      <a:accent3>
        <a:srgbClr val="BDC4A5"/>
      </a:accent3>
      <a:accent4>
        <a:srgbClr val="ADAD6E"/>
      </a:accent4>
      <a:accent5>
        <a:srgbClr val="B69745"/>
      </a:accent5>
      <a:accent6>
        <a:srgbClr val="5B523A"/>
      </a:accent6>
      <a:hlink>
        <a:srgbClr val="435D86"/>
      </a:hlink>
      <a:folHlink>
        <a:srgbClr val="5B5281"/>
      </a:folHlink>
    </a:clrScheme>
    <a:fontScheme name="Takeout Menu">
      <a:majorFont>
        <a:latin typeface="Corbel"/>
        <a:ea typeface=""/>
        <a:cs typeface=""/>
        <a:font script="Jpan" typeface="ＭＳ Ｐゴシック"/>
      </a:majorFont>
      <a:minorFont>
        <a:latin typeface="Bell MT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Takeout Menu.dotx</Template>
  <TotalTime>125</TotalTime>
  <Pages>2</Pages>
  <Words>16</Words>
  <Characters>94</Characters>
  <Application>Microsoft Word 12.0.0</Application>
  <DocSecurity>0</DocSecurity>
  <Lines>1</Lines>
  <Paragraphs>1</Paragraphs>
  <ScaleCrop>false</ScaleCrop>
  <Manager/>
  <Company/>
  <LinksUpToDate>false</LinksUpToDate>
  <CharactersWithSpaces>115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Juhas</dc:creator>
  <cp:keywords/>
  <dc:description/>
  <cp:lastModifiedBy>Catherine Juhas</cp:lastModifiedBy>
  <cp:revision>3</cp:revision>
  <dcterms:created xsi:type="dcterms:W3CDTF">2013-10-08T20:18:00Z</dcterms:created>
  <dcterms:modified xsi:type="dcterms:W3CDTF">2013-10-08T22:39:00Z</dcterms:modified>
  <cp:category/>
</cp:coreProperties>
</file>